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505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951505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  <w:bookmarkStart w:id="0" w:name="_GoBack"/>
            <w:bookmarkEnd w:id="0"/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326B7F">
      <w:r>
        <w:br w:type="page"/>
      </w:r>
      <w:r w:rsidR="00326B7F" w:rsidRPr="00326B7F">
        <w:lastRenderedPageBreak/>
        <w:t>[[AXURE CONTENT]]</w:t>
      </w:r>
    </w:p>
    <w:sectPr w:rsidR="004144D0" w:rsidSect="00715FE1">
      <w:headerReference w:type="default" r:id="rId10"/>
      <w:footerReference w:type="default" r:id="rId11"/>
      <w:type w:val="continuous"/>
      <w:pgSz w:w="15840" w:h="24480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A48" w:rsidRDefault="00705A48" w:rsidP="00093BE1">
      <w:pPr>
        <w:spacing w:before="0" w:after="0"/>
      </w:pPr>
      <w:r>
        <w:separator/>
      </w:r>
    </w:p>
  </w:endnote>
  <w:endnote w:type="continuationSeparator" w:id="0">
    <w:p w:rsidR="00705A48" w:rsidRDefault="00705A48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6472"/>
      <w:gridCol w:w="1672"/>
      <w:gridCol w:w="6472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951505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A48" w:rsidRDefault="00705A48" w:rsidP="00093BE1">
      <w:pPr>
        <w:spacing w:before="0" w:after="0"/>
      </w:pPr>
      <w:r>
        <w:separator/>
      </w:r>
    </w:p>
  </w:footnote>
  <w:footnote w:type="continuationSeparator" w:id="0">
    <w:p w:rsidR="00705A48" w:rsidRDefault="00705A48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46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951505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26B7F"/>
    <w:rsid w:val="00350686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5558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05A48"/>
    <w:rsid w:val="00712696"/>
    <w:rsid w:val="00715FE1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1505"/>
    <w:rsid w:val="00953C09"/>
    <w:rsid w:val="00975FB9"/>
    <w:rsid w:val="009F6624"/>
    <w:rsid w:val="00A67C9A"/>
    <w:rsid w:val="00AA7145"/>
    <w:rsid w:val="00AC49FE"/>
    <w:rsid w:val="00B007A7"/>
    <w:rsid w:val="00B14927"/>
    <w:rsid w:val="00B44158"/>
    <w:rsid w:val="00B7104B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6B709E"/>
    <w:rsid w:val="009D3071"/>
    <w:rsid w:val="00EF4806"/>
    <w:rsid w:val="00EF7266"/>
    <w:rsid w:val="00F34E28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82DD24-5E23-4A35-8688-B2B4F12D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2010-09-03T21:49:00Z</dcterms:created>
  <dcterms:modified xsi:type="dcterms:W3CDTF">2014-07-07T22:33:00Z</dcterms:modified>
</cp:coreProperties>
</file>