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1101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95118F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The </w:t>
                    </w:r>
                    <w:r w:rsidR="00865911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Specification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placeholder>
              <w:docPart w:val="890FD3A9714F4A5CA001A4488C73EB1D"/>
            </w:placeholder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317D15" w:rsidP="001C5100">
      <w:pPr>
        <w:rPr>
          <w:b/>
        </w:rPr>
      </w:pPr>
      <w:r w:rsidRPr="00317D15">
        <w:fldChar w:fldCharType="begin"/>
      </w:r>
      <w:r w:rsidR="001C5100">
        <w:instrText xml:space="preserve"> TOC \o "1-3" \h \z \t "AxureHeading1,1,AxureHeading2,2,AxureHeading3,3,AxureHeading4,4" </w:instrText>
      </w:r>
      <w:r w:rsidRPr="00317D15"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D35989">
      <w:r>
        <w:br w:type="page"/>
      </w:r>
      <w:r w:rsidR="00BE24BC">
        <w:lastRenderedPageBreak/>
        <w:t>[[INSERT AXURE SPEC]]</w:t>
      </w:r>
    </w:p>
    <w:sectPr w:rsidR="004144D0" w:rsidSect="00B7104B">
      <w:headerReference w:type="default" r:id="rId9"/>
      <w:footerReference w:type="default" r:id="rId10"/>
      <w:type w:val="continuous"/>
      <w:pgSz w:w="12240" w:h="20160" w:code="5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344" w:rsidRDefault="00D44344" w:rsidP="00093BE1">
      <w:pPr>
        <w:spacing w:before="0" w:after="0"/>
      </w:pPr>
      <w:r>
        <w:separator/>
      </w:r>
    </w:p>
  </w:endnote>
  <w:endnote w:type="continuationSeparator" w:id="1">
    <w:p w:rsidR="00D44344" w:rsidRDefault="00D44344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/>
    </w:tblPr>
    <w:tblGrid>
      <w:gridCol w:w="4878"/>
      <w:gridCol w:w="1260"/>
      <w:gridCol w:w="4878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B7104B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2</w: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344" w:rsidRDefault="00D44344" w:rsidP="00093BE1">
      <w:pPr>
        <w:spacing w:before="0" w:after="0"/>
      </w:pPr>
      <w:r>
        <w:separator/>
      </w:r>
    </w:p>
  </w:footnote>
  <w:footnote w:type="continuationSeparator" w:id="1">
    <w:p w:rsidR="00D44344" w:rsidRDefault="00D44344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/>
    </w:tblPr>
    <w:tblGrid>
      <w:gridCol w:w="11016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placeholder>
              <w:docPart w:val="1BD92C2CEF954BCF889EA1C2C7E38404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557485" w:rsidRPr="003E5A01" w:rsidRDefault="0095118F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Specification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pStyle w:val="AxureHeading1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AxureHeading2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pStyle w:val="AxureHeading3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pStyle w:val="AxureHeading4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21"/>
  <w:defaultTabStop w:val="720"/>
  <w:drawingGridHorizontalSpacing w:val="90"/>
  <w:displayHorizontalDrawingGridEvery w:val="2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60CB9"/>
    <w:rsid w:val="003734C9"/>
    <w:rsid w:val="00377999"/>
    <w:rsid w:val="00395368"/>
    <w:rsid w:val="003A0EE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F6624"/>
    <w:rsid w:val="00A67C9A"/>
    <w:rsid w:val="00AA7145"/>
    <w:rsid w:val="00AC49FE"/>
    <w:rsid w:val="00B007A7"/>
    <w:rsid w:val="00B14927"/>
    <w:rsid w:val="00B44158"/>
    <w:rsid w:val="00B7104B"/>
    <w:rsid w:val="00B77DA9"/>
    <w:rsid w:val="00BB4EDF"/>
    <w:rsid w:val="00BE24BC"/>
    <w:rsid w:val="00BF5069"/>
    <w:rsid w:val="00C3790F"/>
    <w:rsid w:val="00C5657F"/>
    <w:rsid w:val="00C56E90"/>
    <w:rsid w:val="00C62A92"/>
    <w:rsid w:val="00CA69B0"/>
    <w:rsid w:val="00CB1DD0"/>
    <w:rsid w:val="00CC63DF"/>
    <w:rsid w:val="00D328AF"/>
    <w:rsid w:val="00D35989"/>
    <w:rsid w:val="00D41AD6"/>
    <w:rsid w:val="00D44344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FA4609"/>
    <w:pPr>
      <w:numPr>
        <w:numId w:val="4"/>
      </w:num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FA4609"/>
    <w:pPr>
      <w:numPr>
        <w:ilvl w:val="1"/>
        <w:numId w:val="4"/>
      </w:numPr>
    </w:pPr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FA4609"/>
    <w:pPr>
      <w:numPr>
        <w:ilvl w:val="2"/>
        <w:numId w:val="4"/>
      </w:num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FA4609"/>
    <w:pPr>
      <w:numPr>
        <w:ilvl w:val="3"/>
        <w:numId w:val="4"/>
      </w:num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6028DCDB17B54CFDBCB8A6B15FCC9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C588-0FFB-4E7C-A96A-8639638EB0A3}"/>
      </w:docPartPr>
      <w:docPartBody>
        <w:p w:rsidR="006B709E" w:rsidRDefault="009D3071" w:rsidP="009D3071">
          <w:pPr>
            <w:pStyle w:val="6028DCDB17B54CFDBCB8A6B15FCC906D"/>
          </w:pPr>
          <w:r>
            <w:rPr>
              <w:b/>
              <w:bCs/>
            </w:rPr>
            <w:t>[Pick the date]</w:t>
          </w:r>
        </w:p>
      </w:docPartBody>
    </w:docPart>
    <w:docPart>
      <w:docPartPr>
        <w:name w:val="890FD3A9714F4A5CA001A4488C73E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A1B450-165C-44FC-B5A9-57E62875B6AD}"/>
      </w:docPartPr>
      <w:docPartBody>
        <w:p w:rsidR="00EF7266" w:rsidRDefault="00EF7266" w:rsidP="00EF7266">
          <w:pPr>
            <w:pStyle w:val="890FD3A9714F4A5CA001A4488C73EB1D"/>
          </w:pPr>
          <w:r>
            <w:t>[Type the abstract of the document here. The abstract is typically a short summary of the contents of the document. Type the abstract of the document here. The abstract is typically a short summary of the contents of the document.]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3071"/>
    <w:rsid w:val="006B709E"/>
    <w:rsid w:val="009D3071"/>
    <w:rsid w:val="00EF7266"/>
    <w:rsid w:val="00F3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AD5CCC-5ADE-4895-849F-819725A1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0</TotalTime>
  <Pages>3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Specification</dc:title>
  <dc:creator>[Your Name]</dc:creator>
  <cp:lastModifiedBy>Victor Hsu</cp:lastModifiedBy>
  <cp:revision>2</cp:revision>
  <cp:lastPrinted>2010-09-03T00:33:00Z</cp:lastPrinted>
  <dcterms:created xsi:type="dcterms:W3CDTF">2010-09-03T21:48:00Z</dcterms:created>
  <dcterms:modified xsi:type="dcterms:W3CDTF">2010-09-03T21:48:00Z</dcterms:modified>
</cp:coreProperties>
</file>