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37" w:rsidRPr="004406A2" w:rsidRDefault="00557F23" w:rsidP="004406A2">
      <w:pPr>
        <w:jc w:val="center"/>
        <w:rPr>
          <w:b/>
          <w:sz w:val="28"/>
          <w:szCs w:val="28"/>
        </w:rPr>
      </w:pPr>
      <w:r w:rsidRPr="004406A2">
        <w:rPr>
          <w:rFonts w:hint="eastAsia"/>
          <w:b/>
          <w:sz w:val="28"/>
          <w:szCs w:val="28"/>
        </w:rPr>
        <w:t>员工离职交接表</w:t>
      </w:r>
    </w:p>
    <w:tbl>
      <w:tblPr>
        <w:tblW w:w="1026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tted" w:sz="4" w:space="0" w:color="auto"/>
        </w:tblBorders>
        <w:tblLayout w:type="fixed"/>
        <w:tblLook w:val="0000"/>
      </w:tblPr>
      <w:tblGrid>
        <w:gridCol w:w="720"/>
        <w:gridCol w:w="2640"/>
        <w:gridCol w:w="780"/>
        <w:gridCol w:w="720"/>
        <w:gridCol w:w="720"/>
        <w:gridCol w:w="780"/>
        <w:gridCol w:w="2460"/>
        <w:gridCol w:w="1440"/>
      </w:tblGrid>
      <w:tr w:rsidR="00557F23">
        <w:trPr>
          <w:cantSplit/>
          <w:trHeight w:hRule="exact" w:val="51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23" w:rsidRPr="00917219" w:rsidRDefault="000B297A" w:rsidP="00D50FD1">
            <w:pPr>
              <w:adjustRightInd w:val="0"/>
              <w:snapToGrid w:val="0"/>
              <w:spacing w:line="300" w:lineRule="exact"/>
              <w:rPr>
                <w:rFonts w:ascii="华文细黑" w:eastAsia="华文细黑" w:hAnsi="华文细黑"/>
                <w:b/>
              </w:rPr>
            </w:pPr>
            <w:r w:rsidRPr="00917219">
              <w:rPr>
                <w:rFonts w:ascii="华文细黑" w:eastAsia="华文细黑" w:hAnsi="华文细黑" w:hint="eastAsia"/>
                <w:b/>
              </w:rPr>
              <w:t>员工姓名：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23" w:rsidRDefault="000B297A" w:rsidP="00D50FD1">
            <w:pPr>
              <w:adjustRightInd w:val="0"/>
              <w:snapToGrid w:val="0"/>
              <w:spacing w:line="300" w:lineRule="exact"/>
            </w:pPr>
            <w:r w:rsidRPr="00917219">
              <w:rPr>
                <w:rFonts w:ascii="华文细黑" w:eastAsia="华文细黑" w:hAnsi="华文细黑" w:hint="eastAsia"/>
                <w:b/>
              </w:rPr>
              <w:t>所属部门：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23" w:rsidRPr="00E90447" w:rsidRDefault="007900D4" w:rsidP="00D50FD1">
            <w:pPr>
              <w:adjustRightInd w:val="0"/>
              <w:snapToGrid w:val="0"/>
              <w:spacing w:line="300" w:lineRule="exact"/>
            </w:pPr>
            <w:r w:rsidRPr="00E90447">
              <w:rPr>
                <w:rFonts w:ascii="华文细黑" w:eastAsia="华文细黑" w:hAnsi="华文细黑" w:hint="eastAsia"/>
                <w:b/>
              </w:rPr>
              <w:t>解除</w:t>
            </w:r>
            <w:r w:rsidR="005C443D" w:rsidRPr="00E90447">
              <w:rPr>
                <w:rFonts w:ascii="华文细黑" w:eastAsia="华文细黑" w:hAnsi="华文细黑" w:hint="eastAsia"/>
                <w:b/>
              </w:rPr>
              <w:t>/终止</w:t>
            </w:r>
            <w:r w:rsidRPr="00E90447">
              <w:rPr>
                <w:rFonts w:ascii="华文细黑" w:eastAsia="华文细黑" w:hAnsi="华文细黑" w:hint="eastAsia"/>
                <w:b/>
              </w:rPr>
              <w:t>劳动合同</w:t>
            </w:r>
            <w:r w:rsidR="000B297A" w:rsidRPr="00E90447">
              <w:rPr>
                <w:rFonts w:ascii="华文细黑" w:eastAsia="华文细黑" w:hAnsi="华文细黑" w:hint="eastAsia"/>
                <w:b/>
              </w:rPr>
              <w:t>日期：</w:t>
            </w:r>
          </w:p>
        </w:tc>
      </w:tr>
      <w:tr w:rsidR="007900D4">
        <w:trPr>
          <w:cantSplit/>
          <w:trHeight w:hRule="exact" w:val="510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D4" w:rsidRPr="00E90447" w:rsidRDefault="007900D4" w:rsidP="00917219">
            <w:pPr>
              <w:adjustRightInd w:val="0"/>
              <w:snapToGrid w:val="0"/>
              <w:spacing w:line="300" w:lineRule="exact"/>
              <w:rPr>
                <w:rFonts w:ascii="华文细黑" w:eastAsia="华文细黑" w:hAnsi="华文细黑"/>
                <w:b/>
              </w:rPr>
            </w:pPr>
            <w:r w:rsidRPr="00E90447">
              <w:rPr>
                <w:rFonts w:ascii="华文细黑" w:eastAsia="华文细黑" w:hAnsi="华文细黑" w:hint="eastAsia"/>
                <w:b/>
              </w:rPr>
              <w:t>解除或终止劳动合同原因：</w:t>
            </w:r>
            <w:r w:rsidR="00C6229C">
              <w:rPr>
                <w:rFonts w:ascii="华文细黑" w:eastAsia="华文细黑" w:hAnsi="华文细黑" w:hint="eastAsia"/>
                <w:b/>
              </w:rPr>
              <w:t>员工辞职</w:t>
            </w:r>
          </w:p>
        </w:tc>
      </w:tr>
      <w:tr w:rsidR="00B36A93">
        <w:trPr>
          <w:cantSplit/>
          <w:trHeight w:val="61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36A93">
            <w:pPr>
              <w:adjustRightInd w:val="0"/>
              <w:snapToGrid w:val="0"/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工作交接</w:t>
            </w: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4A4E5C">
            <w:pPr>
              <w:adjustRightInd w:val="0"/>
              <w:snapToGrid w:val="0"/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、现指定接交</w:t>
            </w:r>
            <w:bookmarkStart w:id="0" w:name="_GoBack"/>
            <w:bookmarkEnd w:id="0"/>
            <w:r>
              <w:rPr>
                <w:rFonts w:hint="eastAsia"/>
              </w:rPr>
              <w:t>的工作（相关纸面、电子文档），请立即进行交接。</w:t>
            </w:r>
          </w:p>
          <w:p w:rsidR="00B36A93" w:rsidRDefault="00B36A93" w:rsidP="004A4E5C">
            <w:pPr>
              <w:adjustRightInd w:val="0"/>
              <w:snapToGrid w:val="0"/>
              <w:spacing w:line="300" w:lineRule="exact"/>
              <w:rPr>
                <w:b/>
                <w:bCs/>
              </w:rPr>
            </w:pPr>
            <w:r>
              <w:rPr>
                <w:rFonts w:hint="eastAsia"/>
              </w:rPr>
              <w:t>部门领导签字：日期：</w:t>
            </w:r>
          </w:p>
        </w:tc>
      </w:tr>
      <w:tr w:rsidR="00B36A93">
        <w:trPr>
          <w:cantSplit/>
          <w:trHeight w:val="20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00" w:lineRule="exact"/>
              <w:rPr>
                <w:b/>
                <w:bCs/>
              </w:rPr>
            </w:pP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A93" w:rsidRDefault="00B36A93" w:rsidP="00557F23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、交接的工作内容列下</w:t>
            </w:r>
            <w:r>
              <w:rPr>
                <w:rFonts w:ascii="宋体" w:hAnsi="宋体" w:hint="eastAsia"/>
              </w:rPr>
              <w:t>，并附详细的交接清单，工作交接清单需交接人和接交人签字</w:t>
            </w:r>
          </w:p>
        </w:tc>
      </w:tr>
      <w:tr w:rsidR="00B36A93">
        <w:trPr>
          <w:cantSplit/>
          <w:trHeight w:val="20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00" w:lineRule="exact"/>
              <w:rPr>
                <w:b/>
                <w:bCs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</w:t>
            </w:r>
          </w:p>
        </w:tc>
      </w:tr>
      <w:tr w:rsidR="00B36A93">
        <w:trPr>
          <w:cantSplit/>
          <w:trHeight w:val="21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00" w:lineRule="exact"/>
              <w:rPr>
                <w:b/>
                <w:bCs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交接人：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接交人：</w:t>
            </w:r>
          </w:p>
        </w:tc>
      </w:tr>
      <w:tr w:rsidR="00B36A93">
        <w:trPr>
          <w:cantSplit/>
          <w:trHeight w:val="20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Default="00B36A93" w:rsidP="00BB284E">
            <w:pPr>
              <w:adjustRightInd w:val="0"/>
              <w:snapToGrid w:val="0"/>
              <w:spacing w:line="300" w:lineRule="exact"/>
              <w:rPr>
                <w:b/>
                <w:bCs/>
              </w:rPr>
            </w:pP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93" w:rsidRPr="00086C0E" w:rsidRDefault="00B36A93" w:rsidP="007900D4">
            <w:pPr>
              <w:adjustRightInd w:val="0"/>
              <w:snapToGrid w:val="0"/>
              <w:spacing w:line="340" w:lineRule="exact"/>
              <w:rPr>
                <w:sz w:val="15"/>
                <w:szCs w:val="15"/>
              </w:rPr>
            </w:pPr>
            <w:r>
              <w:rPr>
                <w:rFonts w:hint="eastAsia"/>
              </w:rPr>
              <w:t>部门领导意见：</w:t>
            </w:r>
          </w:p>
          <w:p w:rsidR="00B36A93" w:rsidRDefault="00B36A93" w:rsidP="00BB284E">
            <w:pPr>
              <w:adjustRightInd w:val="0"/>
              <w:snapToGrid w:val="0"/>
              <w:spacing w:line="340" w:lineRule="exact"/>
            </w:pPr>
            <w:r>
              <w:rPr>
                <w:rFonts w:hint="eastAsia"/>
              </w:rPr>
              <w:t>签字：日期：</w:t>
            </w:r>
          </w:p>
        </w:tc>
      </w:tr>
      <w:tr w:rsidR="00BB284E">
        <w:trPr>
          <w:cantSplit/>
          <w:trHeight w:hRule="exact" w:val="510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Default="00BB284E">
            <w:pPr>
              <w:adjustRightInd w:val="0"/>
              <w:snapToGrid w:val="0"/>
              <w:spacing w:line="28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人事、行政事项交接</w:t>
            </w:r>
          </w:p>
        </w:tc>
      </w:tr>
      <w:tr w:rsidR="00BB284E">
        <w:trPr>
          <w:cantSplit/>
          <w:trHeight w:hRule="exact"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C961D2" w:rsidRDefault="00BB284E" w:rsidP="004E1345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</w:rPr>
            </w:pPr>
            <w:r w:rsidRPr="00C961D2">
              <w:rPr>
                <w:rFonts w:ascii="华文细黑" w:eastAsia="华文细黑" w:hAnsi="华文细黑" w:hint="eastAsia"/>
                <w:b/>
              </w:rPr>
              <w:t>序号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C961D2" w:rsidRDefault="00BB284E" w:rsidP="004E1345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</w:rPr>
            </w:pPr>
            <w:r w:rsidRPr="00C961D2">
              <w:rPr>
                <w:rFonts w:ascii="华文细黑" w:eastAsia="华文细黑" w:hAnsi="华文细黑" w:hint="eastAsia"/>
                <w:b/>
              </w:rPr>
              <w:t>办理事项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C961D2" w:rsidRDefault="00BB284E" w:rsidP="004E1345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</w:rPr>
            </w:pPr>
            <w:r w:rsidRPr="00C961D2">
              <w:rPr>
                <w:rFonts w:ascii="华文细黑" w:eastAsia="华文细黑" w:hAnsi="华文细黑" w:hint="eastAsia"/>
                <w:b/>
              </w:rPr>
              <w:t>办理状况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C961D2" w:rsidRDefault="00BB284E" w:rsidP="004E1345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</w:rPr>
            </w:pPr>
            <w:r w:rsidRPr="00C961D2">
              <w:rPr>
                <w:rFonts w:ascii="华文细黑" w:eastAsia="华文细黑" w:hAnsi="华文细黑" w:hint="eastAsia"/>
                <w:b/>
              </w:rPr>
              <w:t>经办人签字</w:t>
            </w:r>
          </w:p>
        </w:tc>
      </w:tr>
      <w:tr w:rsidR="00BB284E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归还办公用品、办公桌、办公柜、钥匙、胸卡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numPr>
                <w:ilvl w:val="0"/>
                <w:numId w:val="3"/>
              </w:num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已归还    □ 未归还</w:t>
            </w:r>
          </w:p>
          <w:p w:rsidR="00BB284E" w:rsidRPr="00925252" w:rsidRDefault="00BB284E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说明：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Default="00BB284E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BB284E">
        <w:trPr>
          <w:cantSplit/>
          <w:trHeight w:val="6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归还领借的办公书籍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 w:rsidP="002A5FBC">
            <w:pPr>
              <w:numPr>
                <w:ilvl w:val="0"/>
                <w:numId w:val="3"/>
              </w:num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已归还    □ 损坏/□ 遗失</w:t>
            </w:r>
          </w:p>
          <w:p w:rsidR="00BB284E" w:rsidRPr="00925252" w:rsidRDefault="00BB284E" w:rsidP="002A5FBC">
            <w:p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  <w:u w:val="single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说明：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Default="00BB284E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BB284E">
        <w:trPr>
          <w:cantSplit/>
          <w:trHeight w:val="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BB284E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Pr="00925252" w:rsidRDefault="00D708FD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配置的电脑、电话核查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1D2" w:rsidRPr="00925252" w:rsidRDefault="00C961D2" w:rsidP="00C961D2">
            <w:pPr>
              <w:numPr>
                <w:ilvl w:val="0"/>
                <w:numId w:val="3"/>
              </w:num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已归还    □ 损坏/□ 遗失</w:t>
            </w:r>
          </w:p>
          <w:p w:rsidR="00BB284E" w:rsidRPr="00925252" w:rsidRDefault="00C961D2" w:rsidP="00C961D2">
            <w:pPr>
              <w:numPr>
                <w:ilvl w:val="0"/>
                <w:numId w:val="3"/>
              </w:num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说明：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84E" w:rsidRDefault="00BB284E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EE4189">
        <w:trPr>
          <w:cantSplit/>
          <w:trHeight w:val="9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D708FD" w:rsidP="00B9620E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rPr>
                <w:sz w:val="20"/>
                <w:szCs w:val="20"/>
                <w:u w:val="single"/>
              </w:rPr>
            </w:pPr>
            <w:r w:rsidRPr="00925252">
              <w:rPr>
                <w:rFonts w:hint="eastAsia"/>
                <w:sz w:val="20"/>
                <w:szCs w:val="20"/>
              </w:rPr>
              <w:t>考勤情况：截止日期：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迟到</w:t>
            </w:r>
            <w:r w:rsidRPr="00925252">
              <w:rPr>
                <w:rFonts w:hint="eastAsia"/>
                <w:sz w:val="20"/>
                <w:szCs w:val="20"/>
              </w:rPr>
              <w:t>_____</w:t>
            </w:r>
            <w:r w:rsidRPr="00925252">
              <w:rPr>
                <w:rFonts w:hint="eastAsia"/>
                <w:sz w:val="20"/>
                <w:szCs w:val="20"/>
              </w:rPr>
              <w:t>次，早退</w:t>
            </w:r>
            <w:r w:rsidRPr="00925252">
              <w:rPr>
                <w:rFonts w:hint="eastAsia"/>
                <w:sz w:val="20"/>
                <w:szCs w:val="20"/>
              </w:rPr>
              <w:t>_____</w:t>
            </w:r>
            <w:r w:rsidRPr="00925252">
              <w:rPr>
                <w:rFonts w:hint="eastAsia"/>
                <w:sz w:val="20"/>
                <w:szCs w:val="20"/>
              </w:rPr>
              <w:t>次，病假</w:t>
            </w:r>
            <w:r w:rsidRPr="00925252">
              <w:rPr>
                <w:rFonts w:hint="eastAsia"/>
                <w:sz w:val="20"/>
                <w:szCs w:val="20"/>
              </w:rPr>
              <w:t>____</w:t>
            </w:r>
            <w:r w:rsidRPr="00925252">
              <w:rPr>
                <w:rFonts w:hint="eastAsia"/>
                <w:sz w:val="20"/>
                <w:szCs w:val="20"/>
              </w:rPr>
              <w:t>天小时，事假</w:t>
            </w:r>
            <w:r w:rsidRPr="00925252">
              <w:rPr>
                <w:rFonts w:hint="eastAsia"/>
                <w:sz w:val="20"/>
                <w:szCs w:val="20"/>
              </w:rPr>
              <w:t>____</w:t>
            </w:r>
            <w:r w:rsidRPr="00925252">
              <w:rPr>
                <w:rFonts w:hint="eastAsia"/>
                <w:sz w:val="20"/>
                <w:szCs w:val="20"/>
              </w:rPr>
              <w:t>天小时，旷工</w:t>
            </w:r>
            <w:r w:rsidRPr="00925252">
              <w:rPr>
                <w:rFonts w:hint="eastAsia"/>
                <w:sz w:val="20"/>
                <w:szCs w:val="20"/>
              </w:rPr>
              <w:t>______</w:t>
            </w:r>
            <w:r w:rsidRPr="00925252">
              <w:rPr>
                <w:rFonts w:hint="eastAsia"/>
                <w:sz w:val="20"/>
                <w:szCs w:val="20"/>
              </w:rPr>
              <w:t>次</w:t>
            </w:r>
          </w:p>
          <w:p w:rsidR="00EE4189" w:rsidRPr="00D703B1" w:rsidRDefault="00D703B1">
            <w:pPr>
              <w:adjustRightInd w:val="0"/>
              <w:snapToGrid w:val="0"/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计薪</w:t>
            </w:r>
            <w:r w:rsidR="00EE4189" w:rsidRPr="00925252">
              <w:rPr>
                <w:rFonts w:hint="eastAsia"/>
                <w:sz w:val="20"/>
                <w:szCs w:val="20"/>
              </w:rPr>
              <w:t>_____</w:t>
            </w:r>
            <w:r w:rsidR="00EE4189" w:rsidRPr="00925252">
              <w:rPr>
                <w:rFonts w:hint="eastAsia"/>
                <w:sz w:val="20"/>
                <w:szCs w:val="20"/>
              </w:rPr>
              <w:t>天</w:t>
            </w:r>
            <w:r>
              <w:rPr>
                <w:rFonts w:hint="eastAsia"/>
                <w:sz w:val="20"/>
                <w:szCs w:val="20"/>
              </w:rPr>
              <w:t>餐补天数：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EE4189">
        <w:trPr>
          <w:cantSplit/>
          <w:trHeight w:hRule="exact" w:val="6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D708FD" w:rsidP="00B9620E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D708FD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社保</w:t>
            </w:r>
            <w:r w:rsidR="00EE4189" w:rsidRPr="00925252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养老、医疗、</w:t>
            </w:r>
            <w:r w:rsidR="00EE4189" w:rsidRPr="00925252">
              <w:rPr>
                <w:rFonts w:hint="eastAsia"/>
                <w:sz w:val="20"/>
                <w:szCs w:val="20"/>
              </w:rPr>
              <w:t>失业、工伤、生育保险）转移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截止缴费在：年月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EE4189">
        <w:trPr>
          <w:cantSplit/>
          <w:trHeight w:hRule="exact"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4406A2">
            <w:pPr>
              <w:adjustRightInd w:val="0"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住房公积金转移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截止缴费在：年月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>
            <w:pPr>
              <w:adjustRightInd w:val="0"/>
              <w:snapToGrid w:val="0"/>
              <w:spacing w:line="280" w:lineRule="exact"/>
              <w:jc w:val="center"/>
            </w:pPr>
          </w:p>
        </w:tc>
      </w:tr>
      <w:tr w:rsidR="00EE4189">
        <w:trPr>
          <w:cantSplit/>
          <w:trHeight w:val="822"/>
        </w:trPr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>
            <w:pPr>
              <w:adjustRightInd w:val="0"/>
              <w:snapToGrid w:val="0"/>
              <w:spacing w:line="340" w:lineRule="exact"/>
              <w:rPr>
                <w:sz w:val="10"/>
                <w:szCs w:val="10"/>
              </w:rPr>
            </w:pPr>
            <w:r>
              <w:rPr>
                <w:rFonts w:hint="eastAsia"/>
                <w:sz w:val="20"/>
                <w:szCs w:val="20"/>
              </w:rPr>
              <w:t>人事主管意见：</w:t>
            </w:r>
          </w:p>
          <w:p w:rsidR="00EE4189" w:rsidRPr="004D188B" w:rsidRDefault="00EE4189" w:rsidP="00270ABD">
            <w:pPr>
              <w:adjustRightInd w:val="0"/>
              <w:snapToGrid w:val="0"/>
              <w:spacing w:line="260" w:lineRule="exact"/>
              <w:rPr>
                <w:sz w:val="10"/>
                <w:szCs w:val="10"/>
              </w:rPr>
            </w:pPr>
          </w:p>
          <w:p w:rsidR="00EE4189" w:rsidRPr="00925252" w:rsidRDefault="00EE4189">
            <w:pPr>
              <w:adjustRightInd w:val="0"/>
              <w:snapToGrid w:val="0"/>
              <w:spacing w:line="3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签字：日期：</w:t>
            </w:r>
          </w:p>
        </w:tc>
      </w:tr>
      <w:tr w:rsidR="00EE4189">
        <w:trPr>
          <w:cantSplit/>
          <w:trHeight w:hRule="exact" w:val="510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 w:rsidRPr="00925252">
              <w:rPr>
                <w:rFonts w:hint="eastAsia"/>
                <w:b/>
                <w:bCs/>
                <w:szCs w:val="21"/>
              </w:rPr>
              <w:t>财务事项交接</w:t>
            </w:r>
          </w:p>
        </w:tc>
      </w:tr>
      <w:tr w:rsidR="00EE4189">
        <w:trPr>
          <w:cantSplit/>
          <w:trHeight w:hRule="exact"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  <w:sz w:val="20"/>
                <w:szCs w:val="20"/>
              </w:rPr>
            </w:pPr>
            <w:r w:rsidRPr="00925252">
              <w:rPr>
                <w:rFonts w:ascii="华文细黑" w:eastAsia="华文细黑" w:hAnsi="华文细黑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  <w:sz w:val="20"/>
                <w:szCs w:val="20"/>
              </w:rPr>
            </w:pPr>
            <w:r w:rsidRPr="00925252">
              <w:rPr>
                <w:rFonts w:ascii="华文细黑" w:eastAsia="华文细黑" w:hAnsi="华文细黑" w:hint="eastAsia"/>
                <w:b/>
                <w:sz w:val="20"/>
                <w:szCs w:val="20"/>
              </w:rPr>
              <w:t>办理事项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  <w:sz w:val="20"/>
                <w:szCs w:val="20"/>
              </w:rPr>
            </w:pPr>
            <w:r w:rsidRPr="00925252">
              <w:rPr>
                <w:rFonts w:ascii="华文细黑" w:eastAsia="华文细黑" w:hAnsi="华文细黑" w:hint="eastAsia"/>
                <w:b/>
                <w:sz w:val="20"/>
                <w:szCs w:val="20"/>
              </w:rPr>
              <w:t>办理状况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C961D2" w:rsidRDefault="00EE4189">
            <w:pPr>
              <w:adjustRightInd w:val="0"/>
              <w:snapToGrid w:val="0"/>
              <w:spacing w:line="280" w:lineRule="exact"/>
              <w:jc w:val="center"/>
              <w:rPr>
                <w:rFonts w:ascii="华文细黑" w:eastAsia="华文细黑" w:hAnsi="华文细黑"/>
                <w:b/>
              </w:rPr>
            </w:pPr>
            <w:r w:rsidRPr="00C961D2">
              <w:rPr>
                <w:rFonts w:ascii="华文细黑" w:eastAsia="华文细黑" w:hAnsi="华文细黑" w:hint="eastAsia"/>
                <w:b/>
              </w:rPr>
              <w:t>经办人签字</w:t>
            </w:r>
          </w:p>
        </w:tc>
      </w:tr>
      <w:tr w:rsidR="00EE4189">
        <w:trPr>
          <w:cantSplit/>
          <w:trHeight w:hRule="exact"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 w:rsidP="00C9175D">
            <w:pPr>
              <w:adjustRightInd w:val="0"/>
              <w:snapToGrid w:val="0"/>
              <w:spacing w:line="26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 w:rsidP="00C9175D">
            <w:pPr>
              <w:adjustRightInd w:val="0"/>
              <w:snapToGrid w:val="0"/>
              <w:spacing w:line="26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归还借款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FB3557" w:rsidRDefault="00EE4189" w:rsidP="009C62A8">
            <w:pPr>
              <w:numPr>
                <w:ilvl w:val="0"/>
                <w:numId w:val="3"/>
              </w:numPr>
              <w:adjustRightInd w:val="0"/>
              <w:snapToGrid w:val="0"/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无借款 □已归还 说明：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 w:rsidP="00C9175D">
            <w:pPr>
              <w:adjustRightInd w:val="0"/>
              <w:snapToGrid w:val="0"/>
              <w:spacing w:line="260" w:lineRule="exact"/>
              <w:jc w:val="center"/>
            </w:pPr>
          </w:p>
        </w:tc>
      </w:tr>
      <w:tr w:rsidR="00EE4189">
        <w:trPr>
          <w:cantSplit/>
          <w:trHeight w:hRule="exact"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 w:rsidP="00C9175D">
            <w:pPr>
              <w:adjustRightInd w:val="0"/>
              <w:snapToGrid w:val="0"/>
              <w:spacing w:line="26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925252" w:rsidRDefault="00EE4189" w:rsidP="00C9175D">
            <w:pPr>
              <w:adjustRightInd w:val="0"/>
              <w:snapToGrid w:val="0"/>
              <w:spacing w:line="260" w:lineRule="exact"/>
              <w:jc w:val="center"/>
              <w:rPr>
                <w:sz w:val="20"/>
                <w:szCs w:val="20"/>
              </w:rPr>
            </w:pPr>
            <w:r w:rsidRPr="00925252">
              <w:rPr>
                <w:rFonts w:hint="eastAsia"/>
                <w:sz w:val="20"/>
                <w:szCs w:val="20"/>
              </w:rPr>
              <w:t>应报帐款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FB3557" w:rsidRDefault="00EE4189" w:rsidP="00C9175D">
            <w:pPr>
              <w:numPr>
                <w:ilvl w:val="0"/>
                <w:numId w:val="3"/>
              </w:numPr>
              <w:adjustRightInd w:val="0"/>
              <w:snapToGrid w:val="0"/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925252">
              <w:rPr>
                <w:rFonts w:ascii="宋体" w:hAnsi="宋体" w:hint="eastAsia"/>
                <w:sz w:val="20"/>
                <w:szCs w:val="20"/>
              </w:rPr>
              <w:t>完成/无报帐 未完成的说明：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Default="00EE4189" w:rsidP="00C9175D">
            <w:pPr>
              <w:adjustRightInd w:val="0"/>
              <w:snapToGrid w:val="0"/>
              <w:spacing w:line="260" w:lineRule="exact"/>
              <w:jc w:val="center"/>
            </w:pPr>
          </w:p>
        </w:tc>
      </w:tr>
      <w:tr w:rsidR="00EE4189">
        <w:trPr>
          <w:cantSplit/>
          <w:trHeight w:val="612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89" w:rsidRPr="003A538A" w:rsidRDefault="004E1345" w:rsidP="00EE4189">
            <w:pPr>
              <w:adjustRightInd w:val="0"/>
              <w:snapToGrid w:val="0"/>
              <w:spacing w:line="340" w:lineRule="exact"/>
              <w:rPr>
                <w:sz w:val="20"/>
                <w:szCs w:val="20"/>
              </w:rPr>
            </w:pPr>
            <w:r w:rsidRPr="003A538A">
              <w:rPr>
                <w:rFonts w:hint="eastAsia"/>
                <w:sz w:val="20"/>
                <w:szCs w:val="20"/>
              </w:rPr>
              <w:t>财务</w:t>
            </w:r>
            <w:r w:rsidR="00EE4189" w:rsidRPr="003A538A">
              <w:rPr>
                <w:rFonts w:hint="eastAsia"/>
                <w:sz w:val="20"/>
                <w:szCs w:val="20"/>
              </w:rPr>
              <w:t>部门领导意见：</w:t>
            </w:r>
          </w:p>
          <w:p w:rsidR="00EE4189" w:rsidRDefault="00EE4189">
            <w:pPr>
              <w:adjustRightInd w:val="0"/>
              <w:snapToGrid w:val="0"/>
              <w:spacing w:line="320" w:lineRule="exact"/>
            </w:pPr>
            <w:r w:rsidRPr="003A538A">
              <w:rPr>
                <w:rFonts w:hint="eastAsia"/>
                <w:sz w:val="20"/>
                <w:szCs w:val="20"/>
              </w:rPr>
              <w:t>签字：日期：</w:t>
            </w:r>
          </w:p>
        </w:tc>
      </w:tr>
      <w:tr w:rsidR="00EE4189">
        <w:trPr>
          <w:cantSplit/>
          <w:trHeight w:val="851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D" w:rsidRPr="00D708FD" w:rsidRDefault="00D708FD" w:rsidP="00D708FD">
            <w:pPr>
              <w:adjustRightInd w:val="0"/>
              <w:snapToGrid w:val="0"/>
              <w:spacing w:line="340" w:lineRule="exact"/>
              <w:rPr>
                <w:b/>
                <w:sz w:val="20"/>
                <w:szCs w:val="20"/>
              </w:rPr>
            </w:pPr>
            <w:r w:rsidRPr="00D708FD">
              <w:rPr>
                <w:rFonts w:hint="eastAsia"/>
                <w:b/>
                <w:sz w:val="20"/>
                <w:szCs w:val="20"/>
              </w:rPr>
              <w:t>离职本人：我确认上述离职手续已完成，即日起解除我与康科公司的劳动关系</w:t>
            </w:r>
            <w:r w:rsidR="00EF568B">
              <w:rPr>
                <w:rFonts w:hint="eastAsia"/>
                <w:b/>
                <w:sz w:val="20"/>
                <w:szCs w:val="20"/>
              </w:rPr>
              <w:t>，保守工作期间，直接或间接接触的公司商业机密</w:t>
            </w:r>
            <w:r w:rsidRPr="00D708FD">
              <w:rPr>
                <w:rFonts w:hint="eastAsia"/>
                <w:b/>
                <w:sz w:val="20"/>
                <w:szCs w:val="20"/>
              </w:rPr>
              <w:t>。</w:t>
            </w:r>
          </w:p>
          <w:p w:rsidR="00EE4189" w:rsidRPr="004A3D8E" w:rsidRDefault="00D708FD" w:rsidP="00D708FD">
            <w:pPr>
              <w:adjustRightInd w:val="0"/>
              <w:snapToGrid w:val="0"/>
              <w:spacing w:line="340" w:lineRule="exact"/>
              <w:ind w:firstLineChars="509" w:firstLine="1022"/>
              <w:rPr>
                <w:b/>
                <w:sz w:val="20"/>
                <w:szCs w:val="20"/>
              </w:rPr>
            </w:pPr>
            <w:r w:rsidRPr="00D708FD">
              <w:rPr>
                <w:rFonts w:hint="eastAsia"/>
                <w:b/>
                <w:sz w:val="20"/>
                <w:szCs w:val="20"/>
              </w:rPr>
              <w:t>员工签字</w:t>
            </w:r>
            <w:r w:rsidRPr="004A3D8E">
              <w:rPr>
                <w:rFonts w:hint="eastAsia"/>
                <w:b/>
                <w:sz w:val="20"/>
                <w:szCs w:val="20"/>
              </w:rPr>
              <w:t>确认</w:t>
            </w:r>
            <w:r w:rsidRPr="00D708FD">
              <w:rPr>
                <w:rFonts w:hint="eastAsia"/>
                <w:b/>
                <w:sz w:val="20"/>
                <w:szCs w:val="20"/>
              </w:rPr>
              <w:t>：日期：</w:t>
            </w:r>
          </w:p>
        </w:tc>
      </w:tr>
    </w:tbl>
    <w:p w:rsidR="005A26B3" w:rsidRPr="009D565A" w:rsidRDefault="00D708FD" w:rsidP="009D5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A26B3" w:rsidRPr="009D565A">
        <w:rPr>
          <w:rFonts w:hint="eastAsia"/>
          <w:b/>
          <w:sz w:val="28"/>
          <w:szCs w:val="28"/>
        </w:rPr>
        <w:lastRenderedPageBreak/>
        <w:t>工作交接清单大纲</w:t>
      </w:r>
    </w:p>
    <w:p w:rsidR="005A26B3" w:rsidRDefault="005A26B3" w:rsidP="005A26B3">
      <w:pPr>
        <w:numPr>
          <w:ilvl w:val="0"/>
          <w:numId w:val="4"/>
        </w:numPr>
        <w:rPr>
          <w:rFonts w:ascii="华文细黑" w:eastAsia="华文细黑" w:hAnsi="华文细黑"/>
          <w:b/>
          <w:sz w:val="24"/>
        </w:rPr>
      </w:pPr>
      <w:r w:rsidRPr="009D565A">
        <w:rPr>
          <w:rFonts w:ascii="华文细黑" w:eastAsia="华文细黑" w:hAnsi="华文细黑" w:hint="eastAsia"/>
          <w:b/>
          <w:sz w:val="24"/>
        </w:rPr>
        <w:t>工作内容相关：</w:t>
      </w: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Pr="009D565A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5A26B3" w:rsidRDefault="005A26B3" w:rsidP="005A26B3">
      <w:pPr>
        <w:numPr>
          <w:ilvl w:val="0"/>
          <w:numId w:val="4"/>
        </w:numPr>
        <w:rPr>
          <w:rFonts w:ascii="华文细黑" w:eastAsia="华文细黑" w:hAnsi="华文细黑"/>
          <w:b/>
          <w:sz w:val="24"/>
        </w:rPr>
      </w:pPr>
      <w:r w:rsidRPr="009D565A">
        <w:rPr>
          <w:rFonts w:ascii="华文细黑" w:eastAsia="华文细黑" w:hAnsi="华文细黑" w:hint="eastAsia"/>
          <w:b/>
          <w:sz w:val="24"/>
        </w:rPr>
        <w:t>电子文档</w:t>
      </w:r>
      <w:r w:rsidR="009D565A" w:rsidRPr="009D565A">
        <w:rPr>
          <w:rFonts w:ascii="华文细黑" w:eastAsia="华文细黑" w:hAnsi="华文细黑" w:hint="eastAsia"/>
          <w:b/>
          <w:sz w:val="24"/>
        </w:rPr>
        <w:t>的说明</w:t>
      </w:r>
      <w:r w:rsidRPr="009D565A">
        <w:rPr>
          <w:rFonts w:ascii="华文细黑" w:eastAsia="华文细黑" w:hAnsi="华文细黑" w:hint="eastAsia"/>
          <w:b/>
          <w:sz w:val="24"/>
        </w:rPr>
        <w:t>：</w:t>
      </w: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Pr="009D565A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5A26B3" w:rsidRDefault="005A26B3" w:rsidP="005A26B3">
      <w:pPr>
        <w:numPr>
          <w:ilvl w:val="0"/>
          <w:numId w:val="4"/>
        </w:numPr>
        <w:rPr>
          <w:rFonts w:ascii="华文细黑" w:eastAsia="华文细黑" w:hAnsi="华文细黑"/>
          <w:b/>
          <w:sz w:val="24"/>
        </w:rPr>
      </w:pPr>
      <w:r w:rsidRPr="009D565A">
        <w:rPr>
          <w:rFonts w:ascii="华文细黑" w:eastAsia="华文细黑" w:hAnsi="华文细黑" w:hint="eastAsia"/>
          <w:b/>
          <w:sz w:val="24"/>
        </w:rPr>
        <w:t>纸面材料明细：</w:t>
      </w: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Pr="009D565A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5A26B3">
      <w:pPr>
        <w:numPr>
          <w:ilvl w:val="0"/>
          <w:numId w:val="4"/>
        </w:numPr>
        <w:rPr>
          <w:rFonts w:ascii="华文细黑" w:eastAsia="华文细黑" w:hAnsi="华文细黑"/>
          <w:b/>
          <w:sz w:val="24"/>
        </w:rPr>
      </w:pPr>
      <w:r w:rsidRPr="00D708FD">
        <w:rPr>
          <w:rFonts w:ascii="华文细黑" w:eastAsia="华文细黑" w:hAnsi="华文细黑"/>
          <w:b/>
          <w:sz w:val="24"/>
        </w:rPr>
        <w:t>待办事项</w:t>
      </w:r>
      <w:r>
        <w:rPr>
          <w:rFonts w:ascii="华文细黑" w:eastAsia="华文细黑" w:hAnsi="华文细黑" w:hint="eastAsia"/>
          <w:b/>
          <w:sz w:val="24"/>
        </w:rPr>
        <w:t>交代：</w:t>
      </w: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D708FD" w:rsidRDefault="00D708FD" w:rsidP="00D708FD">
      <w:pPr>
        <w:rPr>
          <w:rFonts w:ascii="华文细黑" w:eastAsia="华文细黑" w:hAnsi="华文细黑"/>
          <w:b/>
          <w:sz w:val="24"/>
        </w:rPr>
      </w:pPr>
    </w:p>
    <w:p w:rsidR="009D565A" w:rsidRPr="009D565A" w:rsidRDefault="009D565A" w:rsidP="005A26B3">
      <w:pPr>
        <w:numPr>
          <w:ilvl w:val="0"/>
          <w:numId w:val="4"/>
        </w:numPr>
        <w:rPr>
          <w:rFonts w:ascii="华文细黑" w:eastAsia="华文细黑" w:hAnsi="华文细黑"/>
          <w:b/>
          <w:sz w:val="24"/>
        </w:rPr>
      </w:pPr>
      <w:r w:rsidRPr="009D565A">
        <w:rPr>
          <w:rFonts w:ascii="华文细黑" w:eastAsia="华文细黑" w:hAnsi="华文细黑" w:hint="eastAsia"/>
          <w:b/>
          <w:sz w:val="24"/>
        </w:rPr>
        <w:t>其它说明：</w:t>
      </w:r>
    </w:p>
    <w:p w:rsidR="009D565A" w:rsidRDefault="009D565A" w:rsidP="009D565A"/>
    <w:p w:rsidR="009D565A" w:rsidRDefault="009D565A" w:rsidP="009D565A"/>
    <w:p w:rsidR="009D565A" w:rsidRDefault="009D565A" w:rsidP="009D565A"/>
    <w:p w:rsidR="009D565A" w:rsidRDefault="009D565A" w:rsidP="009D565A"/>
    <w:p w:rsidR="009D565A" w:rsidRDefault="009D565A" w:rsidP="009D565A"/>
    <w:p w:rsidR="009D565A" w:rsidRDefault="009D565A" w:rsidP="009D565A"/>
    <w:p w:rsidR="009D565A" w:rsidRPr="00097F76" w:rsidRDefault="009D565A" w:rsidP="009D565A">
      <w:pPr>
        <w:rPr>
          <w:rFonts w:ascii="华文中宋" w:eastAsia="华文中宋" w:hAnsi="华文中宋"/>
        </w:rPr>
      </w:pPr>
      <w:r w:rsidRPr="00097F76">
        <w:rPr>
          <w:rFonts w:ascii="华文中宋" w:eastAsia="华文中宋" w:hAnsi="华文中宋" w:hint="eastAsia"/>
        </w:rPr>
        <w:t xml:space="preserve">                                                                 工作交接人：</w:t>
      </w:r>
    </w:p>
    <w:p w:rsidR="000E7079" w:rsidRPr="00097F76" w:rsidRDefault="000E7079" w:rsidP="009D565A">
      <w:pPr>
        <w:rPr>
          <w:rFonts w:ascii="华文中宋" w:eastAsia="华文中宋" w:hAnsi="华文中宋"/>
        </w:rPr>
      </w:pPr>
      <w:r w:rsidRPr="00097F76">
        <w:rPr>
          <w:rFonts w:ascii="华文中宋" w:eastAsia="华文中宋" w:hAnsi="华文中宋" w:hint="eastAsia"/>
        </w:rPr>
        <w:t xml:space="preserve">                                                                 工作接收人：</w:t>
      </w:r>
    </w:p>
    <w:p w:rsidR="000E7079" w:rsidRPr="00097F76" w:rsidRDefault="000E7079" w:rsidP="009D565A">
      <w:pPr>
        <w:rPr>
          <w:rFonts w:ascii="华文中宋" w:eastAsia="华文中宋" w:hAnsi="华文中宋"/>
        </w:rPr>
      </w:pPr>
      <w:r w:rsidRPr="00097F76">
        <w:rPr>
          <w:rFonts w:ascii="华文中宋" w:eastAsia="华文中宋" w:hAnsi="华文中宋" w:hint="eastAsia"/>
        </w:rPr>
        <w:t xml:space="preserve">                                                                 直接主管签字：</w:t>
      </w:r>
    </w:p>
    <w:p w:rsidR="000E7079" w:rsidRDefault="000E7079" w:rsidP="009D565A">
      <w:r>
        <w:rPr>
          <w:rFonts w:hint="eastAsia"/>
        </w:rPr>
        <w:t>日期：</w:t>
      </w:r>
    </w:p>
    <w:sectPr w:rsidR="000E7079" w:rsidSect="004A4E5C">
      <w:headerReference w:type="default" r:id="rId7"/>
      <w:pgSz w:w="11906" w:h="16838"/>
      <w:pgMar w:top="794" w:right="1021" w:bottom="794" w:left="1021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C34" w:rsidRDefault="00147C34">
      <w:r>
        <w:separator/>
      </w:r>
    </w:p>
  </w:endnote>
  <w:endnote w:type="continuationSeparator" w:id="1">
    <w:p w:rsidR="00147C34" w:rsidRDefault="00147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C34" w:rsidRDefault="00147C34">
      <w:r>
        <w:separator/>
      </w:r>
    </w:p>
  </w:footnote>
  <w:footnote w:type="continuationSeparator" w:id="1">
    <w:p w:rsidR="00147C34" w:rsidRDefault="00147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FD" w:rsidRPr="00536A71" w:rsidRDefault="00D708FD" w:rsidP="00D708FD">
    <w:pPr>
      <w:pStyle w:val="a3"/>
      <w:pBdr>
        <w:bottom w:val="none" w:sz="0" w:space="0" w:color="auto"/>
      </w:pBdr>
      <w:jc w:val="both"/>
      <w:rPr>
        <w:iCs/>
      </w:rPr>
    </w:pPr>
    <w:r>
      <w:rPr>
        <w:rFonts w:hint="eastAsia"/>
        <w:iCs/>
      </w:rPr>
      <w:t>员工</w:t>
    </w:r>
    <w:r w:rsidRPr="00536A71">
      <w:rPr>
        <w:rFonts w:hint="eastAsia"/>
        <w:iCs/>
      </w:rPr>
      <w:t>离职交接表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54BBC"/>
    <w:multiLevelType w:val="hybridMultilevel"/>
    <w:tmpl w:val="9376B320"/>
    <w:lvl w:ilvl="0" w:tplc="0098024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89102A6"/>
    <w:multiLevelType w:val="hybridMultilevel"/>
    <w:tmpl w:val="89FE6DF0"/>
    <w:lvl w:ilvl="0" w:tplc="0742A7E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D95345B"/>
    <w:multiLevelType w:val="hybridMultilevel"/>
    <w:tmpl w:val="370C2148"/>
    <w:lvl w:ilvl="0" w:tplc="020CF20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53714FD"/>
    <w:multiLevelType w:val="hybridMultilevel"/>
    <w:tmpl w:val="7DD24C4E"/>
    <w:lvl w:ilvl="0" w:tplc="71786CD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46C"/>
    <w:rsid w:val="00086C0E"/>
    <w:rsid w:val="00097F76"/>
    <w:rsid w:val="000B297A"/>
    <w:rsid w:val="000B70BA"/>
    <w:rsid w:val="000E7079"/>
    <w:rsid w:val="00147C34"/>
    <w:rsid w:val="00163A6C"/>
    <w:rsid w:val="001808D8"/>
    <w:rsid w:val="0022242E"/>
    <w:rsid w:val="00240383"/>
    <w:rsid w:val="00270ABD"/>
    <w:rsid w:val="00281F32"/>
    <w:rsid w:val="002A5FBC"/>
    <w:rsid w:val="002A7C37"/>
    <w:rsid w:val="002B02F8"/>
    <w:rsid w:val="002C072B"/>
    <w:rsid w:val="0030660E"/>
    <w:rsid w:val="0035770A"/>
    <w:rsid w:val="003A538A"/>
    <w:rsid w:val="003B6B14"/>
    <w:rsid w:val="003D39E7"/>
    <w:rsid w:val="00436307"/>
    <w:rsid w:val="004406A2"/>
    <w:rsid w:val="004A3D8E"/>
    <w:rsid w:val="004A4E5C"/>
    <w:rsid w:val="004D0E7D"/>
    <w:rsid w:val="004D188B"/>
    <w:rsid w:val="004E1345"/>
    <w:rsid w:val="004E5901"/>
    <w:rsid w:val="005365FD"/>
    <w:rsid w:val="00536A71"/>
    <w:rsid w:val="00557F23"/>
    <w:rsid w:val="005A26B3"/>
    <w:rsid w:val="005C443D"/>
    <w:rsid w:val="00686C31"/>
    <w:rsid w:val="007900D4"/>
    <w:rsid w:val="007B0D3D"/>
    <w:rsid w:val="00861BE8"/>
    <w:rsid w:val="00872B17"/>
    <w:rsid w:val="008F5DFA"/>
    <w:rsid w:val="0091449E"/>
    <w:rsid w:val="00917219"/>
    <w:rsid w:val="00925252"/>
    <w:rsid w:val="00972A44"/>
    <w:rsid w:val="009927B7"/>
    <w:rsid w:val="009A6FF1"/>
    <w:rsid w:val="009C62A8"/>
    <w:rsid w:val="009D565A"/>
    <w:rsid w:val="00A03343"/>
    <w:rsid w:val="00A14813"/>
    <w:rsid w:val="00AA328C"/>
    <w:rsid w:val="00B36A93"/>
    <w:rsid w:val="00B631BA"/>
    <w:rsid w:val="00B9620E"/>
    <w:rsid w:val="00BB284E"/>
    <w:rsid w:val="00BD746A"/>
    <w:rsid w:val="00C20934"/>
    <w:rsid w:val="00C6229C"/>
    <w:rsid w:val="00C9175D"/>
    <w:rsid w:val="00C961D2"/>
    <w:rsid w:val="00D11F59"/>
    <w:rsid w:val="00D14AF1"/>
    <w:rsid w:val="00D50FD1"/>
    <w:rsid w:val="00D65A2F"/>
    <w:rsid w:val="00D703B1"/>
    <w:rsid w:val="00D708FD"/>
    <w:rsid w:val="00D73016"/>
    <w:rsid w:val="00DF4333"/>
    <w:rsid w:val="00E84A72"/>
    <w:rsid w:val="00E90447"/>
    <w:rsid w:val="00ED746C"/>
    <w:rsid w:val="00EE4189"/>
    <w:rsid w:val="00EF568B"/>
    <w:rsid w:val="00F139C5"/>
    <w:rsid w:val="00F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7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0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C0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D14A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592;&#24037;&#31649;&#29702;\&#34920;&#21333;\&#24459;&#24072;&#20462;&#25913;&#29256;\&#21592;&#24037;&#31163;&#32844;&#20132;&#25509;&#3492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员工离职交接表</Template>
  <TotalTime>4</TotalTime>
  <Pages>2</Pages>
  <Words>139</Words>
  <Characters>797</Characters>
  <Application>Microsoft Office Word</Application>
  <DocSecurity>0</DocSecurity>
  <Lines>6</Lines>
  <Paragraphs>1</Paragraphs>
  <ScaleCrop>false</ScaleCrop>
  <Company>China Yin Tai Holdings Co,.Ltd.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新员工入职安排会签单</dc:title>
  <dc:subject/>
  <dc:creator>USER</dc:creator>
  <cp:keywords/>
  <dc:description/>
  <cp:lastModifiedBy>BowenXu</cp:lastModifiedBy>
  <cp:revision>4</cp:revision>
  <cp:lastPrinted>2012-06-27T02:59:00Z</cp:lastPrinted>
  <dcterms:created xsi:type="dcterms:W3CDTF">2012-05-24T02:19:00Z</dcterms:created>
  <dcterms:modified xsi:type="dcterms:W3CDTF">2012-11-15T05:59:00Z</dcterms:modified>
</cp:coreProperties>
</file>